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87C6F" w14:textId="77777777" w:rsidR="00F5775A" w:rsidRPr="00110ECD" w:rsidRDefault="00F5775A" w:rsidP="00F1672F">
      <w:pPr>
        <w:pStyle w:val="Corptext"/>
        <w:ind w:right="-86"/>
        <w:jc w:val="right"/>
        <w:rPr>
          <w:rFonts w:ascii="Calibri" w:hAnsi="Calibri" w:cs="Calibri"/>
        </w:rPr>
      </w:pPr>
      <w:r w:rsidRPr="00110ECD">
        <w:rPr>
          <w:rFonts w:ascii="Calibri" w:hAnsi="Calibri" w:cs="Calibri"/>
        </w:rPr>
        <w:t>Anexa</w:t>
      </w:r>
      <w:r w:rsidR="00D12D1B">
        <w:rPr>
          <w:rFonts w:ascii="Calibri" w:hAnsi="Calibri" w:cs="Calibri"/>
        </w:rPr>
        <w:t xml:space="preserve"> 4</w:t>
      </w:r>
    </w:p>
    <w:p w14:paraId="4A4A7A14" w14:textId="77777777" w:rsidR="00F5775A" w:rsidRPr="00110ECD" w:rsidRDefault="00F5775A" w:rsidP="00FE4BED">
      <w:pPr>
        <w:rPr>
          <w:rFonts w:ascii="Calibri" w:hAnsi="Calibri" w:cs="Calibri"/>
          <w:b/>
        </w:rPr>
      </w:pPr>
    </w:p>
    <w:p w14:paraId="263A1D3F" w14:textId="77777777" w:rsidR="00F5775A" w:rsidRPr="00110ECD" w:rsidRDefault="00F5775A" w:rsidP="00110ECD">
      <w:pPr>
        <w:pStyle w:val="Corp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14:paraId="1E80B468" w14:textId="77777777" w:rsidR="00F5775A" w:rsidRPr="00110ECD" w:rsidRDefault="00F5775A" w:rsidP="00110ECD">
      <w:pPr>
        <w:pStyle w:val="Corp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14:paraId="4A95CE4D" w14:textId="77777777" w:rsidR="00F5775A" w:rsidRPr="00110ECD" w:rsidRDefault="00F5775A" w:rsidP="00110ECD">
      <w:pPr>
        <w:pStyle w:val="Corp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14:paraId="7018359D" w14:textId="77777777"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14:paraId="4E515775" w14:textId="77777777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DB979" w14:textId="77777777"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F5775A" w:rsidRPr="00110ECD" w14:paraId="281EA21B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51120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EC87F" w14:textId="398CC906" w:rsidR="00F5775A" w:rsidRPr="00110ECD" w:rsidRDefault="001372B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5 -</w:t>
            </w:r>
            <w:r w:rsidRPr="001372B8">
              <w:rPr>
                <w:rFonts w:ascii="Calibri" w:eastAsia="Times New Roman" w:hAnsi="Calibri" w:cstheme="minorHAnsi"/>
                <w:sz w:val="24"/>
                <w:szCs w:val="24"/>
                <w:lang w:eastAsia="de-DE"/>
              </w:rPr>
              <w:t xml:space="preserve"> </w:t>
            </w:r>
            <w:r w:rsidRPr="001372B8">
              <w:rPr>
                <w:rFonts w:ascii="Calibri" w:hAnsi="Calibri" w:cs="Calibri"/>
                <w:sz w:val="24"/>
                <w:szCs w:val="24"/>
              </w:rPr>
              <w:t>O REGIUNE ACCESIBILĂ</w:t>
            </w:r>
          </w:p>
        </w:tc>
      </w:tr>
      <w:tr w:rsidR="00F5775A" w:rsidRPr="00110ECD" w14:paraId="7FE288A9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DA3ED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684D3" w14:textId="3DD5D747" w:rsidR="00F5775A" w:rsidRPr="00110ECD" w:rsidRDefault="001372B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5.2 </w:t>
            </w:r>
            <w:r w:rsidRPr="001372B8">
              <w:rPr>
                <w:rFonts w:ascii="Calibri" w:hAnsi="Calibri" w:cs="Calibri"/>
                <w:sz w:val="24"/>
                <w:szCs w:val="24"/>
              </w:rPr>
              <w:t>Descongestionarea traficului din jurul marilor municipii (reședințe de județ)</w:t>
            </w:r>
            <w:r w:rsidR="0073666D">
              <w:rPr>
                <w:rFonts w:ascii="Calibri" w:hAnsi="Calibri" w:cs="Calibri"/>
                <w:sz w:val="24"/>
                <w:szCs w:val="24"/>
              </w:rPr>
              <w:t>- Apel 2</w:t>
            </w:r>
          </w:p>
        </w:tc>
      </w:tr>
      <w:tr w:rsidR="00F5775A" w:rsidRPr="00110ECD" w14:paraId="6651560A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1BED2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248D8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14:paraId="3A47E95D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EBA16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5D2E2" w14:textId="25EDD215" w:rsidR="00F5775A" w:rsidRPr="00110ECD" w:rsidRDefault="001372B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</w:tr>
      <w:tr w:rsidR="00F5775A" w:rsidRPr="00110ECD" w14:paraId="66F5CADF" w14:textId="77777777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076A3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453F6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14:paraId="3D5A2666" w14:textId="77777777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4CA4A" w14:textId="77777777"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16DB2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67FDDA3" w14:textId="77777777" w:rsidR="00F5775A" w:rsidRPr="00110ECD" w:rsidRDefault="00F5775A" w:rsidP="00FE4BED">
      <w:pPr>
        <w:rPr>
          <w:rFonts w:ascii="Calibri" w:hAnsi="Calibri" w:cs="Calibri"/>
        </w:rPr>
      </w:pPr>
    </w:p>
    <w:p w14:paraId="3266941A" w14:textId="77777777"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14:paraId="6BAD2739" w14:textId="77777777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C73C7" w14:textId="77777777"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253F7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85BE6D4" w14:textId="77777777"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2FA0E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52FB6EB" w14:textId="77777777"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901F4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D1CCA67" w14:textId="77777777"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DA651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9321D30" w14:textId="77777777"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670E9" w14:textId="77777777"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50767682" w14:textId="77777777"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14:paraId="165BBA52" w14:textId="77777777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6CC6B947" w14:textId="77777777"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1EBED780" w14:textId="77777777"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1A5E02F9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23A4CA26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03EBD66C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098D8CB5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785F3B30" w14:textId="77777777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7A8F7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9E904" w14:textId="77777777"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009D1DC4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14:paraId="268B9D7B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14:paraId="552530C7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14:paraId="0ECD375F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14:paraId="71D1F70C" w14:textId="77777777"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14:paraId="1EFF88C3" w14:textId="77777777"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E6EFD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4CB0F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ECE8C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6B15D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670D42CD" w14:textId="77777777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E8AAF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B4B4B" w14:textId="77777777"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14:paraId="69144F7D" w14:textId="77777777"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14:paraId="4B3A670B" w14:textId="77777777"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FFBC6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A8830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76830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4CF9B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3578C955" w14:textId="77777777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895FB" w14:textId="77777777"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E7A0D" w14:textId="77777777"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14:paraId="660D2395" w14:textId="77777777"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AFA53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20AE9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94E6F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2BE3D" w14:textId="77777777"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596D8E22" w14:textId="77777777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08AEF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EE77C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37935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DB513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89D66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B49DD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48913D92" w14:textId="77777777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288F0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C502E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14:paraId="2D1CCB41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14:paraId="44AE4E96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14:paraId="6E099F64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0234A370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386EA693" w14:textId="77777777"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07F939AA" w14:textId="77777777"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5D438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B61A7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E2082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1D0BA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5555E02B" w14:textId="77777777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3E741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B5A97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F329E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5901E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BBFF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6EB19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14:paraId="0DA30AED" w14:textId="77777777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5B367" w14:textId="77777777"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051D4" w14:textId="77777777"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022EE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8FA66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AF14C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7CD12" w14:textId="77777777"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14:paraId="35029704" w14:textId="77777777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E6E257" w14:textId="77777777"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85FEF2" w14:textId="77777777"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14:paraId="65924D7F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14:paraId="38B3FB32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14:paraId="6BB882E1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14:paraId="2081EA26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330089C0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14:paraId="36B14B57" w14:textId="77777777"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14:paraId="4AA4121C" w14:textId="77777777"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579D48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399638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44AB9F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78E554" w14:textId="77777777"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2AB8A30C" w14:textId="77777777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84394" w14:textId="77777777"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5576A" w14:textId="77777777"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14:paraId="68273E65" w14:textId="77777777"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14:paraId="44918E12" w14:textId="77777777"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14:paraId="1F04192A" w14:textId="77777777"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14:paraId="7B4624D0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14:paraId="4CFF477B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14:paraId="786626B3" w14:textId="77777777"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14:paraId="01E7AC40" w14:textId="77777777"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7B33F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440DF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97258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470D1" w14:textId="77777777"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6ACD1BAA" w14:textId="77777777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3C1C7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DAE89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295D7CF0" w14:textId="77777777"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14:paraId="028EBB63" w14:textId="77777777"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78148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78976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170B3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D4E2E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64D1CEA6" w14:textId="77777777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4A9B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A1445" w14:textId="77777777"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86D7C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D26C2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4ABDA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1C00E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389A8B6C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18FFE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DED5F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83724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853EA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8312B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0D85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14:paraId="03BD699A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37B7D" w14:textId="77777777"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5284E" w14:textId="77777777"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3DE7ED29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14:paraId="058219E9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14:paraId="6B28C0AE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1574C687" w14:textId="77777777"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0F180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D87C7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EB3AF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02AF9" w14:textId="77777777"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14:paraId="60B13268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8F5F1" w14:textId="77777777"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FCC7B" w14:textId="77777777"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471C9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E0376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79EBC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1561B" w14:textId="77777777"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054F0EDE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7AF81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494AC" w14:textId="77777777"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14:paraId="510855C9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14:paraId="47CFEEEA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14:paraId="0F0D5A42" w14:textId="77777777"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14:paraId="0E4C41E3" w14:textId="77777777"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14:paraId="1E8865E0" w14:textId="77777777"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915FE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DA662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4FA36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F9FB6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25E8FB99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A16F7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E409" w14:textId="77777777"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C131A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57A27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BFC5D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D5F96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09F6700E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8EB07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D7290" w14:textId="77777777"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0E471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88CA1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7E491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4D9E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4B019E05" w14:textId="77777777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3591C4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5ED62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0B8FE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5D3CC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B05B0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5FCD7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4D7306C9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17FE76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9A3C5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14:paraId="1A5CB188" w14:textId="77777777"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376B6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E08D3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53EED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BCD63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4CE66D16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D83339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E242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14:paraId="41C1BB91" w14:textId="77777777"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14:paraId="40458F5B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14:paraId="47995C31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14:paraId="61729E3D" w14:textId="77777777"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D6D38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3B5C4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0F16E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AB88A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14:paraId="56CD9E63" w14:textId="77777777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F3B9F6" w14:textId="77777777"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1EB75" w14:textId="77777777"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14:paraId="4122C038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14:paraId="6D350094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14:paraId="25641E9C" w14:textId="77777777"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0F6E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7B0BF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47BA9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8C801" w14:textId="77777777"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1AF3624F" w14:textId="77777777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21582" w14:textId="77777777"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FD206" w14:textId="77777777"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14:paraId="16691A0E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14:paraId="591957D0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14:paraId="3C4AA067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14:paraId="15F86118" w14:textId="77777777"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 xml:space="preserve"> Măsuri de adaptare (Pentru fiecare risc semnificativ identificat, ar </w:t>
            </w: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188BE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7D59C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B3CA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0185D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1551D5AD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F1EDC" w14:textId="77777777"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F8D34" w14:textId="77777777"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8CEF9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8DA15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3373D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AF05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39141CBF" w14:textId="77777777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7F7F128E" w14:textId="77777777"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48F7C114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63B700E4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7EAA28D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60EE4754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30333F6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439359BD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9FAC6B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6754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D6CEE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CCD93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B54C79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439AB8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63B45DD6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679C9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DACA7E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971FA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A57E36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E7E131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B6ED24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117337A2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80B9FB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6B807C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092D1EFE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230AB930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14:paraId="6D6F21C7" w14:textId="77777777"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14:paraId="5B6FCA19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A91631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C55254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F45C5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888C18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7B14E392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9FD33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3471C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2BDA7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A09B5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036136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5233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7075289B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6B5C23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BA8D8C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D4FDD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19F91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76C499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60ED1D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14:paraId="309A1868" w14:textId="77777777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9A3AF8E" w14:textId="77777777"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7792AE21" w14:textId="77777777"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14:paraId="512F1622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14:paraId="1670F0CB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14:paraId="05D25871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14:paraId="71979F78" w14:textId="77777777"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14:paraId="60CDB62D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14:paraId="4ED2D8A7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9CE65A0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4E1D4E44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555067CF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8AB59A1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14:paraId="2A7DCADE" w14:textId="77777777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A719FC" w14:textId="77777777"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9CA7F8" w14:textId="77777777"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E4C39D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3134E0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C66339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D9401F" w14:textId="77777777"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63D6ED9D" w14:textId="77777777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DC65D0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3ABB1F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976F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C4DDD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00062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9BAA08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132B208D" w14:textId="77777777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6691DA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F62EAA" w14:textId="77777777"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68FAC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68DDDC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1424A7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CEEB70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14:paraId="72E13CAB" w14:textId="77777777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8C743F" w14:textId="77777777"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54897A" w14:textId="77777777"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AD913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D679E1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E8D9F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5BE15B" w14:textId="77777777"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5E15971" w14:textId="77777777" w:rsidR="009945D9" w:rsidRPr="00110ECD" w:rsidRDefault="009945D9" w:rsidP="00FE4BED">
      <w:pPr>
        <w:rPr>
          <w:rFonts w:ascii="Calibri" w:hAnsi="Calibri" w:cs="Calibri"/>
        </w:rPr>
      </w:pPr>
    </w:p>
    <w:p w14:paraId="71311E7D" w14:textId="77777777"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14:paraId="046B8478" w14:textId="77777777" w:rsidR="009945D9" w:rsidRPr="00110ECD" w:rsidRDefault="009945D9" w:rsidP="00FE4BED">
      <w:pPr>
        <w:rPr>
          <w:rFonts w:ascii="Calibri" w:hAnsi="Calibri" w:cs="Calibri"/>
        </w:rPr>
      </w:pPr>
    </w:p>
    <w:p w14:paraId="2BC5A82B" w14:textId="77777777" w:rsidR="009945D9" w:rsidRPr="00110ECD" w:rsidRDefault="009945D9" w:rsidP="00FE4BED">
      <w:pPr>
        <w:rPr>
          <w:rFonts w:ascii="Calibri" w:hAnsi="Calibri" w:cs="Calibri"/>
        </w:rPr>
      </w:pPr>
    </w:p>
    <w:p w14:paraId="58D1326A" w14:textId="77777777"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30AA7" w14:textId="77777777" w:rsidR="007114EF" w:rsidRDefault="007114EF">
      <w:r>
        <w:separator/>
      </w:r>
    </w:p>
  </w:endnote>
  <w:endnote w:type="continuationSeparator" w:id="0">
    <w:p w14:paraId="3E19F4CB" w14:textId="77777777" w:rsidR="007114EF" w:rsidRDefault="00711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633E1" w14:textId="77777777" w:rsidR="008676A5" w:rsidRDefault="008676A5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E70AE90" w14:textId="77777777">
      <w:trPr>
        <w:cantSplit/>
        <w:trHeight w:hRule="exact" w:val="340"/>
        <w:hidden/>
      </w:trPr>
      <w:tc>
        <w:tcPr>
          <w:tcW w:w="9210" w:type="dxa"/>
        </w:tcPr>
        <w:p w14:paraId="203AE505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13E57134" w14:textId="77777777" w:rsidR="00F12E7F" w:rsidRDefault="00E16D0B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 wp14:anchorId="6FF73EE9" wp14:editId="7B355439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ECF7FB" wp14:editId="68F239F6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4D83EC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t1M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g3sbTmpWzBtZPoGC&#10;lQSBgRZh8MGiluo7Rj0MkRTrbzuqGEbNewGvIA6JlaxxGzKdR7BR55bNuYWKAqBSbDAalyszTqpd&#10;p/i2hkjjuxPyFl5OxZ2on7M6vDcYFI7bYajZSXS+d17Po3f5Cw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ibdTL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2FA69425" wp14:editId="248E19FF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8464C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iI3mdojtk6usFZq+N6fBvXF+uv5uiI+9Gy63HTop5c+bqBR6&#10;viWp1e8ZL7Un5FeiELLqcmXotbaO6OoERyAAaPwcycrS5MfzbLDh1t8Vq90gt0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ZiI3mdojtOrrBV6zjenwb1w/rr+b&#10;3sfejZtbjp0U8ufN1Ao9XxDU6yf1t/J+ZXohBy6jJm99bo7o6gRXMAAAAFx4OZNtTkx7++rv/BL4&#10;dbbJavfANEs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W63jO&#10;n0+9cc87k7o6o+9HzazHj6K+VbzdQKLV8R1GsmecvMU+ZXohBy6jJmnyrbR3R1AiOQAAAAAAAncH&#10;yc3xLF3W8mXbR25Oor5+gGsWo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Wu4np9HExaeXk+ZXr+/ucc2px4eiZ3t3QCg1vFNRrN6zbkY/mV/PvQM2qyZujfk17oBBcQ&#10;AAAAAAAAAHTT35vUY7/NtEvWOeTkrPdINrE7xE965jpgH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x1Oqw6WnKzZIr3R2z6IeMmWmKu97RAKDXcbzZ96YP1WPv+VPsQc2t&#10;vfeMfk1/EFWig+AAAAAAAAAAAAANnocnO6PDfvrC4wW5WGlu+Ad3s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8tatKza0xWsdczPU+TMRG8ztAKbXcdrXfHpI5U/vJ6vuRM+ui&#10;N64umfnSCiy5cma83y3m9p7ZlBte17cq0zM+cHh8AAAAAAAAAAAAAAAGp4Fk5fDqx21mYWehtytP&#10;Ed07AsU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EHX8VwaLev7TL8yJ6vTP&#10;Y4Z9VTD0e+t3QDO63X59bffJbavZSOqFfmz3zT5U9HZEdQIrmAAAAAAAAAAAAAAAAAAvvBrJ5ObH&#10;54sncOt0Xr94LxN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M2bHgxzky2itY6&#10;5l5vetKza07RAKDX8cyZd8el3x0+d8qfYg59ba+9cXkx39sgqJmZneZ3lE6wfAAAAAAAAAAAAAAA&#10;AAAAAWng/k5GvmvZespOgttn274Bpl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u4hxfDpN6U2yZe6OqPSj6jV0xeTXyr93cDO6rV5tXk5ea2/dEdUK/LlvltvefuBweAAAAAAAAAAA&#10;AAAAAAAAAAAErhuTmtfhtv8AK2dNNbk56T5wbBbg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GXLTDjnJktFax1zL5a1aVm1p2iO0FBxHjd82+PS70p227Z9iBqNbN/Jxb1r39sgqEQHwAA&#10;AAAAAAAAAAAAAAAAAAAAAHqluRetu6dyJ2tE9wNtjtF8dbR2xErqs71ie+Aen0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RNdxHDoq+XPKyT1Ujrn2OWfUUwx09NuyIBmdbrs2tycrLbasdVI&#10;6oVubPfNbe09HZHZAIzmAAAAAAAAAAAAAAAAAAAAAAAAAAANfwrJznDsM9sV2W2ltytPSfNsCW6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9RijNp8mKflVmHnJXl47V74BirRNbTWeuJ2U0xtMwD4AAAAAAAAAAAAAAA&#10;AAAAAAAAAAAAAAAAAAvfBvJ05sfosm8Ot7+v3gvU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LxPDz+gy026YjlR9zlqacvBePNuDIKkHwAAAAAAAAAAAAAAAAAAAAAA&#10;AAAAAAAAAH2szW0THXE7kTtO4NtgvzmGl47axK5pPKpWe+Ae3o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7A881B35" wp14:editId="5288BCB6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6555E4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79CDF25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8298E0C" w14:textId="77777777"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GNGmg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q7GNG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 wp14:anchorId="62BC60B7" wp14:editId="6FD73B12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3495C8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736E5" w14:textId="77777777" w:rsidR="00072DDE" w:rsidRDefault="00E16D0B">
    <w:pPr>
      <w:pStyle w:val="Subsol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55FD0D05" wp14:editId="67E95653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7DA1A25D" wp14:editId="3CDEBF6C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AD0E4D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Ne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NLPlGQedgdf9AH5mD+fQZkdVD3ey+qqRkMuWig27UUqOLaM1pBfam/7Z&#10;1QlHW5D1+EHWEIdujXRA+0b1tnZQDQTo0KbHU2tsLhUcRpdpEBIwVWC7DNKI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93TSGx0K+a1rB9B&#10;wUqCwECLMPdg0Ur1HaMRZkiO9bctVQyj7r2AV5CGxErWuA2J5xFs1LllfW6hogKoHBuMpuXSTINq&#10;Oyi+aSHS9O6EvIGX03An6qesDu8N5oTjdphpdhCd753X0+Rd/AI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wr016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86272F7" wp14:editId="03E15AAE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BF6B73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D7uQgZ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77607CBB" wp14:editId="4B9E02A0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DB0545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F66244C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C8B57BE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ASmwIAADw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 wp14:anchorId="07D79529" wp14:editId="748201F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AC8BE" w14:textId="77777777" w:rsidR="007114EF" w:rsidRDefault="007114EF">
      <w:r>
        <w:separator/>
      </w:r>
    </w:p>
  </w:footnote>
  <w:footnote w:type="continuationSeparator" w:id="0">
    <w:p w14:paraId="2A7AEA4F" w14:textId="77777777" w:rsidR="007114EF" w:rsidRDefault="00711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33486" w14:textId="77777777" w:rsidR="008676A5" w:rsidRDefault="008676A5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0D642" w14:textId="77777777" w:rsidR="00841C6A" w:rsidRPr="00841C6A" w:rsidRDefault="00E16D0B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F6D57CF" wp14:editId="00CE7A9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931450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377F0CF7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Si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KI0w5qZK9FQWjIGfoqhT0Psv/Uf5QOIQwfRf5ZwbJ/uW7eK7cZbYcPooB4&#10;dKeFJWdfys6EANhob2vwMtWA7TXKYTKICAnmM4xyWIuTWULGIuU1VNIcg7kQI1idkcDVL6/X4+kw&#10;JOPRgCT2oE9Td61NdUzN4AK9qSOl6uco/VTTntlKKUPXgVLIxV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R6iGBVvRfEC0pUC&#10;lAUShD8RGNRC/ofRAIacYfXvjkqGUfsnB/nPwe6Ng9sXGEg7CGduenuYpjyHGBnWGLnhUju73/Wy&#10;qWq4wnUaF3dgS2VjZXxMBzCM1vCrPCI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CY&#10;CLSi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841C6A" w:rsidRPr="00841C6A">
      <w:rPr>
        <w:rFonts w:ascii="Calibri" w:hAnsi="Calibri" w:cs="Calibri"/>
        <w:color w:val="999999"/>
        <w:sz w:val="22"/>
        <w:szCs w:val="22"/>
      </w:rPr>
      <w:t>2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841C6A" w:rsidRPr="00841C6A">
      <w:rPr>
        <w:rFonts w:ascii="Calibri" w:hAnsi="Calibri" w:cs="Calibri"/>
        <w:color w:val="999999"/>
        <w:sz w:val="22"/>
        <w:szCs w:val="22"/>
      </w:rPr>
      <w:t>2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C40C267" wp14:editId="2B6EA5F6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AD4795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539FF465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tJogMAALM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CI0w5qZK9FQWjIGfoqhT0Psv/Uf5QOIQwfRf5ZwbJ/uW7eK7cZbYcPooB4&#10;dKeFJWdfys6EANhob2vwMtWA7TXKYTKICAnmM4xyWIuTWULGIuU1VNIcg7kQI1idkcDVL6/X4+kw&#10;JOPRgCT2oE9Td61NdUzN4AK9qSOl6uco/VTTntlKKUPXgVLI01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d7ajVWzEfNWFC+g&#10;YClAYKBE+C+BQS3kfxgN4MsZVv/uqGQYtX9y6II5uL4xcvsCA2kH4cxNbw/TlOcQI8MaIzdcauf6&#10;u142VQ1XuIbj4g7cqWysmo/pAJTRIX6VVVwfrMIKIYhObGLJnfPmez467+QP1neeXnpw2TN7cEcM&#10;hLfZw2Sp89hc7LrT2PHoDXGQjGo5ePiFNbRQ/zdbg1FpfD0j31FpAhY+mfhJB9IU/hdHMX5LmL+p&#10;3UwOedI6zn1cyxxayHrkReu4RjF+NEkTRvbLwB4bv2LMp8fpu91//Na6/R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AprbtJogMAALMJAAAOAAAAAAAAAAAAAAAAAC4CAABkcnMvZTJvRG9jLnhtbFBLAQItABQABgAI&#10;AAAAIQBecsWQ4QAAAAwBAAAPAAAAAAAAAAAAAAAAAPwFAABkcnMvZG93bnJldi54bWxQSwUGAAAA&#10;AAQABADzAAAACgcAAAAA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EE1AAB7" wp14:editId="425F1698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EE443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7E07BC12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4F29AC9" wp14:editId="7A28FB7D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808141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63EB58CD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CqoKbqogMAALMJAAAOAAAAAAAAAAAAAAAAAC4CAABkcnMvZTJvRG9jLnhtbFBLAQItABQABgAI&#10;AAAAIQBecsWQ4QAAAAwBAAAPAAAAAAAAAAAAAAAAAPwFAABkcnMvZG93bnJldi54bWxQSwUGAAAA&#10;AAQABADzAAAACgc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144EEE3" wp14:editId="1C8D3357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B9FE4C" w14:textId="77777777" w:rsidR="00841C6A" w:rsidRDefault="00841C6A" w:rsidP="00841C6A">
                            <w:pPr>
                              <w:spacing w:line="330" w:lineRule="auto"/>
                            </w:pPr>
                          </w:p>
                          <w:p w14:paraId="675D870B" w14:textId="77777777"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14:paraId="7E487C90" w14:textId="77777777" w:rsidR="00841C6A" w:rsidRDefault="00841C6A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7DE7A" w14:textId="77777777" w:rsidR="00EB4182" w:rsidRDefault="00E16D0B" w:rsidP="00EB4182">
    <w:pPr>
      <w:pStyle w:val="Antet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9264" behindDoc="0" locked="0" layoutInCell="1" allowOverlap="1" wp14:anchorId="2F0225A4" wp14:editId="006AC10D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 wp14:anchorId="1A7CB33E" wp14:editId="3CF508BF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1312" behindDoc="0" locked="0" layoutInCell="1" allowOverlap="1" wp14:anchorId="1F5D67B6" wp14:editId="5D606484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14:paraId="68FEF09E" w14:textId="77777777" w:rsidR="00EB4182" w:rsidRDefault="00EB418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 w16cid:durableId="646402922">
    <w:abstractNumId w:val="7"/>
  </w:num>
  <w:num w:numId="2" w16cid:durableId="1134450029">
    <w:abstractNumId w:val="4"/>
  </w:num>
  <w:num w:numId="3" w16cid:durableId="13609309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86257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5222604">
    <w:abstractNumId w:val="16"/>
  </w:num>
  <w:num w:numId="6" w16cid:durableId="165903161">
    <w:abstractNumId w:val="1"/>
  </w:num>
  <w:num w:numId="7" w16cid:durableId="992610888">
    <w:abstractNumId w:val="15"/>
  </w:num>
  <w:num w:numId="8" w16cid:durableId="1627851384">
    <w:abstractNumId w:val="13"/>
  </w:num>
  <w:num w:numId="9" w16cid:durableId="1774546685">
    <w:abstractNumId w:val="19"/>
  </w:num>
  <w:num w:numId="10" w16cid:durableId="1326666681">
    <w:abstractNumId w:val="0"/>
  </w:num>
  <w:num w:numId="11" w16cid:durableId="844591981">
    <w:abstractNumId w:val="10"/>
  </w:num>
  <w:num w:numId="12" w16cid:durableId="1369524356">
    <w:abstractNumId w:val="6"/>
  </w:num>
  <w:num w:numId="13" w16cid:durableId="1113742839">
    <w:abstractNumId w:val="11"/>
  </w:num>
  <w:num w:numId="14" w16cid:durableId="1952320898">
    <w:abstractNumId w:val="9"/>
  </w:num>
  <w:num w:numId="15" w16cid:durableId="1696075111">
    <w:abstractNumId w:val="18"/>
  </w:num>
  <w:num w:numId="16" w16cid:durableId="2125924214">
    <w:abstractNumId w:val="12"/>
  </w:num>
  <w:num w:numId="17" w16cid:durableId="1631011613">
    <w:abstractNumId w:val="3"/>
  </w:num>
  <w:num w:numId="18" w16cid:durableId="677849538">
    <w:abstractNumId w:val="17"/>
  </w:num>
  <w:num w:numId="19" w16cid:durableId="1699626235">
    <w:abstractNumId w:val="20"/>
  </w:num>
  <w:num w:numId="20" w16cid:durableId="958606748">
    <w:abstractNumId w:val="2"/>
  </w:num>
  <w:num w:numId="21" w16cid:durableId="1747609961">
    <w:abstractNumId w:val="8"/>
  </w:num>
  <w:num w:numId="22" w16cid:durableId="15452153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C2AAE"/>
    <w:rsid w:val="00110ECD"/>
    <w:rsid w:val="001175F2"/>
    <w:rsid w:val="001220AB"/>
    <w:rsid w:val="0013273C"/>
    <w:rsid w:val="001357F6"/>
    <w:rsid w:val="001372B8"/>
    <w:rsid w:val="00144BFD"/>
    <w:rsid w:val="001679F8"/>
    <w:rsid w:val="001726E9"/>
    <w:rsid w:val="001A637E"/>
    <w:rsid w:val="001D40CB"/>
    <w:rsid w:val="001D7627"/>
    <w:rsid w:val="001E4AAE"/>
    <w:rsid w:val="001E7798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6AF3"/>
    <w:rsid w:val="004E277C"/>
    <w:rsid w:val="00523BEA"/>
    <w:rsid w:val="005705BF"/>
    <w:rsid w:val="005A6B00"/>
    <w:rsid w:val="005C21C9"/>
    <w:rsid w:val="005C7AFF"/>
    <w:rsid w:val="00643AC4"/>
    <w:rsid w:val="006607E6"/>
    <w:rsid w:val="006661AF"/>
    <w:rsid w:val="00670051"/>
    <w:rsid w:val="006835FF"/>
    <w:rsid w:val="006B6B2C"/>
    <w:rsid w:val="006B79B9"/>
    <w:rsid w:val="006C514E"/>
    <w:rsid w:val="006C67CE"/>
    <w:rsid w:val="007114EF"/>
    <w:rsid w:val="0071191E"/>
    <w:rsid w:val="007209E0"/>
    <w:rsid w:val="0073666D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676A5"/>
    <w:rsid w:val="00882701"/>
    <w:rsid w:val="0088290B"/>
    <w:rsid w:val="008B3D4E"/>
    <w:rsid w:val="008C26CE"/>
    <w:rsid w:val="008E7688"/>
    <w:rsid w:val="00907D45"/>
    <w:rsid w:val="00936CF8"/>
    <w:rsid w:val="0095716B"/>
    <w:rsid w:val="009945D9"/>
    <w:rsid w:val="009C6F66"/>
    <w:rsid w:val="009F711B"/>
    <w:rsid w:val="00AC3124"/>
    <w:rsid w:val="00AE26E4"/>
    <w:rsid w:val="00AE4990"/>
    <w:rsid w:val="00AF0DE7"/>
    <w:rsid w:val="00B15233"/>
    <w:rsid w:val="00B81BF6"/>
    <w:rsid w:val="00BB1052"/>
    <w:rsid w:val="00BD3175"/>
    <w:rsid w:val="00BF41C3"/>
    <w:rsid w:val="00C05C7A"/>
    <w:rsid w:val="00C46F48"/>
    <w:rsid w:val="00C564B2"/>
    <w:rsid w:val="00C82AD1"/>
    <w:rsid w:val="00C916A3"/>
    <w:rsid w:val="00CC6C98"/>
    <w:rsid w:val="00CF27FA"/>
    <w:rsid w:val="00D01958"/>
    <w:rsid w:val="00D12D1B"/>
    <w:rsid w:val="00D21C8F"/>
    <w:rsid w:val="00D22014"/>
    <w:rsid w:val="00D344D3"/>
    <w:rsid w:val="00D368D4"/>
    <w:rsid w:val="00D546B8"/>
    <w:rsid w:val="00D94812"/>
    <w:rsid w:val="00D96085"/>
    <w:rsid w:val="00D966DD"/>
    <w:rsid w:val="00DD113C"/>
    <w:rsid w:val="00E02CBD"/>
    <w:rsid w:val="00E16D0B"/>
    <w:rsid w:val="00E32BBC"/>
    <w:rsid w:val="00E615D2"/>
    <w:rsid w:val="00E753B1"/>
    <w:rsid w:val="00EB4182"/>
    <w:rsid w:val="00EB7F6D"/>
    <w:rsid w:val="00EC67EE"/>
    <w:rsid w:val="00ED5174"/>
    <w:rsid w:val="00EF6CD7"/>
    <w:rsid w:val="00F12E7F"/>
    <w:rsid w:val="00F1672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087DBD95"/>
  <w15:chartTrackingRefBased/>
  <w15:docId w15:val="{E1CB57B4-AFBE-4942-A569-3F9138052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422F4-2393-4AB0-BB99-5E72AC414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7</Pages>
  <Words>1811</Words>
  <Characters>11670</Characters>
  <Application>Microsoft Office Word</Application>
  <DocSecurity>0</DocSecurity>
  <Lines>97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13455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adriana.muresan@por.adrcentru</cp:lastModifiedBy>
  <cp:revision>4</cp:revision>
  <cp:lastPrinted>2022-03-29T08:07:00Z</cp:lastPrinted>
  <dcterms:created xsi:type="dcterms:W3CDTF">2024-01-30T20:02:00Z</dcterms:created>
  <dcterms:modified xsi:type="dcterms:W3CDTF">2025-08-19T09:58:00Z</dcterms:modified>
</cp:coreProperties>
</file>